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03F9DC51" w14:textId="77777777" w:rsidTr="00050DA7">
        <w:tc>
          <w:tcPr>
            <w:tcW w:w="4428" w:type="dxa"/>
          </w:tcPr>
          <w:p w14:paraId="522ECFA2" w14:textId="3BFE9BB6" w:rsidR="000348ED" w:rsidRPr="00AA2626" w:rsidRDefault="005D05AC" w:rsidP="003071BB">
            <w:r w:rsidRPr="00AA2626">
              <w:t>From:</w:t>
            </w:r>
            <w:r w:rsidRPr="00AA2626">
              <w:tab/>
            </w:r>
            <w:r w:rsidR="006635DE">
              <w:t>VTS Committee</w:t>
            </w:r>
          </w:p>
        </w:tc>
        <w:tc>
          <w:tcPr>
            <w:tcW w:w="5461" w:type="dxa"/>
          </w:tcPr>
          <w:p w14:paraId="1A808D70" w14:textId="2DC3234E" w:rsidR="00334F0F" w:rsidRDefault="00334F0F" w:rsidP="00E95637">
            <w:pPr>
              <w:jc w:val="right"/>
            </w:pPr>
            <w:r>
              <w:t>PAP5</w:t>
            </w:r>
            <w:r w:rsidR="00BE696A">
              <w:t>8-3.4.1</w:t>
            </w:r>
          </w:p>
          <w:p w14:paraId="68E067C5" w14:textId="2FF9BAD0" w:rsidR="000348ED" w:rsidRPr="00BD6A68" w:rsidRDefault="00BD6A68" w:rsidP="00E95637">
            <w:pPr>
              <w:jc w:val="right"/>
            </w:pPr>
            <w:r w:rsidRPr="00BD6A68">
              <w:t>(</w:t>
            </w:r>
            <w:r w:rsidR="00E95637" w:rsidRPr="00BD6A68">
              <w:t>VTS57</w:t>
            </w:r>
            <w:r w:rsidRPr="00BD6A68">
              <w:t>-12.3.3)</w:t>
            </w:r>
          </w:p>
        </w:tc>
      </w:tr>
      <w:tr w:rsidR="000348ED" w:rsidRPr="00AA2626" w14:paraId="58265017" w14:textId="77777777" w:rsidTr="00050DA7">
        <w:tc>
          <w:tcPr>
            <w:tcW w:w="4428" w:type="dxa"/>
          </w:tcPr>
          <w:p w14:paraId="2385CA8C" w14:textId="63DDF056" w:rsidR="000348ED" w:rsidRPr="00AA2626" w:rsidRDefault="005D05AC" w:rsidP="003071BB">
            <w:r w:rsidRPr="00AA2626">
              <w:t>To:</w:t>
            </w:r>
            <w:r w:rsidRPr="00AA2626">
              <w:tab/>
            </w:r>
            <w:r w:rsidR="006635DE">
              <w:t>PAP</w:t>
            </w:r>
            <w:r w:rsidR="003071BB">
              <w:t xml:space="preserve"> and DTEC Committee</w:t>
            </w:r>
          </w:p>
        </w:tc>
        <w:tc>
          <w:tcPr>
            <w:tcW w:w="5461" w:type="dxa"/>
          </w:tcPr>
          <w:p w14:paraId="5EB81C66" w14:textId="6C5AD070" w:rsidR="000348ED" w:rsidRPr="00BD6A68" w:rsidRDefault="00E95637" w:rsidP="008F4DC3">
            <w:pPr>
              <w:jc w:val="right"/>
            </w:pPr>
            <w:r w:rsidRPr="00BD6A68">
              <w:t>21</w:t>
            </w:r>
            <w:r w:rsidR="005D05AC" w:rsidRPr="00BD6A68">
              <w:t xml:space="preserve"> M</w:t>
            </w:r>
            <w:r w:rsidRPr="00BD6A68">
              <w:t>arch</w:t>
            </w:r>
            <w:r w:rsidR="005D05AC" w:rsidRPr="00BD6A68">
              <w:t xml:space="preserve"> 20</w:t>
            </w:r>
            <w:r w:rsidRPr="00BD6A68">
              <w:t>25</w:t>
            </w:r>
          </w:p>
        </w:tc>
      </w:tr>
    </w:tbl>
    <w:p w14:paraId="50DB76CB" w14:textId="77777777" w:rsidR="000348ED" w:rsidRPr="00AA2626" w:rsidRDefault="00AA2626" w:rsidP="002B0236">
      <w:pPr>
        <w:pStyle w:val="Title"/>
      </w:pPr>
      <w:r>
        <w:t>LIAISON NOTE</w:t>
      </w:r>
    </w:p>
    <w:p w14:paraId="0E692DEE" w14:textId="14C4D86F" w:rsidR="000348ED" w:rsidRPr="00AA2626" w:rsidRDefault="008F7D3E" w:rsidP="002B0236">
      <w:pPr>
        <w:pStyle w:val="Title"/>
      </w:pPr>
      <w:r>
        <w:t xml:space="preserve">Consideration </w:t>
      </w:r>
      <w:r w:rsidR="006635DE">
        <w:t xml:space="preserve">regarding </w:t>
      </w:r>
      <w:r>
        <w:t xml:space="preserve">proposal for the </w:t>
      </w:r>
      <w:r w:rsidR="006635DE">
        <w:t>development of IALA</w:t>
      </w:r>
      <w:r>
        <w:t>’s</w:t>
      </w:r>
      <w:r w:rsidR="006635DE">
        <w:t xml:space="preserve"> position on the WRC-27 agenda items</w:t>
      </w:r>
    </w:p>
    <w:p w14:paraId="7413B150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713AE77D" w14:textId="784A55B5" w:rsidR="0060782F" w:rsidRDefault="006635DE" w:rsidP="002B0236">
      <w:pPr>
        <w:pStyle w:val="BodyText"/>
      </w:pPr>
      <w:r>
        <w:t xml:space="preserve">VTS </w:t>
      </w:r>
      <w:r w:rsidR="00E95637">
        <w:t>C</w:t>
      </w:r>
      <w:r>
        <w:t xml:space="preserve">ommittee received input paper </w:t>
      </w:r>
      <w:r w:rsidR="006A5265">
        <w:t>PAP58-3.4.1.1 (</w:t>
      </w:r>
      <w:r w:rsidR="006A5265">
        <w:rPr>
          <w:rFonts w:hint="eastAsia"/>
          <w:lang w:eastAsia="ja-JP"/>
        </w:rPr>
        <w:t>VTS57</w:t>
      </w:r>
      <w:r w:rsidR="006A5265" w:rsidRPr="007A395D">
        <w:t>-</w:t>
      </w:r>
      <w:r w:rsidR="006A5265">
        <w:rPr>
          <w:lang w:eastAsia="ja-JP"/>
        </w:rPr>
        <w:t xml:space="preserve">7.2.9) </w:t>
      </w:r>
      <w:r>
        <w:t>from Japan Coastguard propos</w:t>
      </w:r>
      <w:r w:rsidR="0060782F">
        <w:t>ing</w:t>
      </w:r>
      <w:r>
        <w:t xml:space="preserve"> to develop </w:t>
      </w:r>
      <w:r w:rsidR="00E95637">
        <w:t xml:space="preserve">an </w:t>
      </w:r>
      <w:r>
        <w:t>IALA position on the WRC-27 agenda</w:t>
      </w:r>
      <w:r w:rsidR="00E95637">
        <w:t xml:space="preserve"> due to possible frequency</w:t>
      </w:r>
      <w:r w:rsidR="00693ACF">
        <w:t xml:space="preserve"> dist</w:t>
      </w:r>
      <w:r w:rsidR="00E95637">
        <w:t>urbance</w:t>
      </w:r>
      <w:r w:rsidR="00693ACF">
        <w:t xml:space="preserve"> on VTS radars in Japan</w:t>
      </w:r>
      <w:r>
        <w:t>. This input paper was also sent to DTEC for the same actions. These actions were</w:t>
      </w:r>
      <w:r w:rsidR="00E95637">
        <w:t>:</w:t>
      </w:r>
      <w:r>
        <w:t xml:space="preserve"> </w:t>
      </w:r>
    </w:p>
    <w:p w14:paraId="64ED6CBF" w14:textId="3FCEA896" w:rsidR="0060782F" w:rsidRDefault="006635DE" w:rsidP="00E95637">
      <w:pPr>
        <w:pStyle w:val="BodyText"/>
        <w:numPr>
          <w:ilvl w:val="0"/>
          <w:numId w:val="26"/>
        </w:numPr>
      </w:pPr>
      <w:r>
        <w:t xml:space="preserve">Consider to develop the IALA`s position. </w:t>
      </w:r>
    </w:p>
    <w:p w14:paraId="65CD5996" w14:textId="42A42C22" w:rsidR="00902AA4" w:rsidRPr="00AA2626" w:rsidRDefault="0060782F" w:rsidP="0060782F">
      <w:pPr>
        <w:pStyle w:val="Heading1"/>
      </w:pPr>
      <w:r>
        <w:t>DISCUSSION</w:t>
      </w:r>
    </w:p>
    <w:p w14:paraId="61272858" w14:textId="7D8E8095" w:rsidR="0060782F" w:rsidRDefault="00E95637" w:rsidP="002B0236">
      <w:pPr>
        <w:pStyle w:val="BodyText"/>
      </w:pPr>
      <w:r>
        <w:t>The VTS Committee has considered the input paper</w:t>
      </w:r>
      <w:r w:rsidR="00693ACF">
        <w:t xml:space="preserve">. </w:t>
      </w:r>
      <w:r w:rsidR="006635DE">
        <w:t xml:space="preserve">To develop a position of IALA </w:t>
      </w:r>
      <w:r w:rsidR="0060782F">
        <w:t>to another organi</w:t>
      </w:r>
      <w:r w:rsidR="00693ACF">
        <w:t>z</w:t>
      </w:r>
      <w:r w:rsidR="0060782F">
        <w:t xml:space="preserve">ation </w:t>
      </w:r>
      <w:r w:rsidR="00D437CD">
        <w:t xml:space="preserve">is </w:t>
      </w:r>
      <w:r w:rsidR="00693ACF">
        <w:t xml:space="preserve">yet </w:t>
      </w:r>
      <w:r w:rsidR="006635DE">
        <w:t xml:space="preserve">not a </w:t>
      </w:r>
      <w:r w:rsidR="00693ACF">
        <w:t xml:space="preserve">defined </w:t>
      </w:r>
      <w:r w:rsidR="006635DE">
        <w:t xml:space="preserve">process within IALA, and we are uncertain of how </w:t>
      </w:r>
      <w:r w:rsidR="00BC24DA">
        <w:t xml:space="preserve">this committee </w:t>
      </w:r>
      <w:r w:rsidR="006635DE">
        <w:t>can proceed. Since this document is sent to two committees, and the feedback is going to a member</w:t>
      </w:r>
      <w:r w:rsidR="00693ACF">
        <w:t xml:space="preserve"> S</w:t>
      </w:r>
      <w:r w:rsidR="006635DE">
        <w:t>tate of IALA, it is important that we give a coordinated and correct answer.</w:t>
      </w:r>
      <w:r w:rsidR="0060782F">
        <w:t xml:space="preserve"> </w:t>
      </w:r>
      <w:r w:rsidR="00FB6161">
        <w:t>VTS Committee</w:t>
      </w:r>
      <w:r w:rsidR="00BC24DA">
        <w:t xml:space="preserve"> therefore ask the </w:t>
      </w:r>
      <w:r w:rsidR="006635DE">
        <w:t xml:space="preserve">PAP </w:t>
      </w:r>
      <w:r w:rsidR="0060782F">
        <w:t xml:space="preserve">to </w:t>
      </w:r>
      <w:r w:rsidR="00BC24DA">
        <w:t xml:space="preserve">take this input paper into consideration for a </w:t>
      </w:r>
      <w:r w:rsidR="0060782F">
        <w:t>coordinate</w:t>
      </w:r>
      <w:r w:rsidR="00BC24DA">
        <w:t>d</w:t>
      </w:r>
      <w:r w:rsidR="006635DE">
        <w:t xml:space="preserve"> answer</w:t>
      </w:r>
      <w:r w:rsidR="00BC24DA">
        <w:t xml:space="preserve"> from IALA</w:t>
      </w:r>
      <w:r w:rsidR="00BF45F8">
        <w:t xml:space="preserve">. </w:t>
      </w:r>
    </w:p>
    <w:p w14:paraId="489F7178" w14:textId="1B330AE6" w:rsidR="00E93C9B" w:rsidRPr="0060782F" w:rsidRDefault="00BF45F8" w:rsidP="004D21D8">
      <w:pPr>
        <w:pStyle w:val="BodyText"/>
        <w:rPr>
          <w:highlight w:val="yellow"/>
        </w:rPr>
      </w:pPr>
      <w:r>
        <w:t>The inp</w:t>
      </w:r>
      <w:r w:rsidR="0060782F">
        <w:t>u</w:t>
      </w:r>
      <w:r>
        <w:t>t</w:t>
      </w:r>
      <w:r w:rsidR="0060782F">
        <w:t xml:space="preserve"> </w:t>
      </w:r>
      <w:r>
        <w:t xml:space="preserve">paper </w:t>
      </w:r>
      <w:r w:rsidR="006A5265">
        <w:t>PAP58-3.4.1.1 (</w:t>
      </w:r>
      <w:r>
        <w:rPr>
          <w:rFonts w:hint="eastAsia"/>
          <w:lang w:eastAsia="ja-JP"/>
        </w:rPr>
        <w:t>VTS57</w:t>
      </w:r>
      <w:r w:rsidRPr="007A395D">
        <w:t>-</w:t>
      </w:r>
      <w:r>
        <w:rPr>
          <w:lang w:eastAsia="ja-JP"/>
        </w:rPr>
        <w:t>7.2.9</w:t>
      </w:r>
      <w:r w:rsidR="006A5265">
        <w:rPr>
          <w:lang w:eastAsia="ja-JP"/>
        </w:rPr>
        <w:t>)</w:t>
      </w:r>
      <w:r>
        <w:rPr>
          <w:lang w:eastAsia="ja-JP"/>
        </w:rPr>
        <w:t xml:space="preserve"> is attached to this liaison note for information. </w:t>
      </w:r>
    </w:p>
    <w:p w14:paraId="27D0D8C5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434B4DB8" w14:textId="20978F25" w:rsidR="00630F7F" w:rsidRPr="004D21D8" w:rsidRDefault="00BF45F8" w:rsidP="002B0236">
      <w:pPr>
        <w:pStyle w:val="List1"/>
        <w:numPr>
          <w:ilvl w:val="0"/>
          <w:numId w:val="23"/>
        </w:numPr>
        <w:rPr>
          <w:lang w:val="en-GB"/>
        </w:rPr>
      </w:pPr>
      <w:r w:rsidRPr="004D21D8">
        <w:rPr>
          <w:lang w:val="en-GB"/>
        </w:rPr>
        <w:t xml:space="preserve">PAP is </w:t>
      </w:r>
      <w:r w:rsidR="00BC24DA" w:rsidRPr="004D21D8">
        <w:rPr>
          <w:lang w:val="en-GB"/>
        </w:rPr>
        <w:t xml:space="preserve">requested </w:t>
      </w:r>
      <w:r w:rsidRPr="004D21D8">
        <w:rPr>
          <w:lang w:val="en-GB"/>
        </w:rPr>
        <w:t xml:space="preserve">to </w:t>
      </w:r>
      <w:r w:rsidR="00BC24DA" w:rsidRPr="004D21D8">
        <w:rPr>
          <w:lang w:val="en-GB"/>
        </w:rPr>
        <w:t xml:space="preserve">consider the attached document VTS57-7.2.9 </w:t>
      </w:r>
      <w:r w:rsidR="004D21D8">
        <w:rPr>
          <w:lang w:val="en-GB"/>
        </w:rPr>
        <w:t>and take action as appropriate.</w:t>
      </w:r>
    </w:p>
    <w:sectPr w:rsidR="00630F7F" w:rsidRPr="004D21D8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BE337" w14:textId="77777777" w:rsidR="00247D8D" w:rsidRDefault="00247D8D" w:rsidP="002B0236">
      <w:r>
        <w:separator/>
      </w:r>
    </w:p>
  </w:endnote>
  <w:endnote w:type="continuationSeparator" w:id="0">
    <w:p w14:paraId="7B6A8BEE" w14:textId="77777777" w:rsidR="00247D8D" w:rsidRDefault="00247D8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7E49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953A6" w14:textId="43210F18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437C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DBF0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EB02F" w14:textId="77777777" w:rsidR="00247D8D" w:rsidRDefault="00247D8D" w:rsidP="002B0236">
      <w:r>
        <w:separator/>
      </w:r>
    </w:p>
  </w:footnote>
  <w:footnote w:type="continuationSeparator" w:id="0">
    <w:p w14:paraId="5FB4C8AD" w14:textId="77777777" w:rsidR="00247D8D" w:rsidRDefault="00247D8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92216" w14:textId="79D2992B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8D1D" w14:textId="1F4AF9CA" w:rsidR="008E7A45" w:rsidRDefault="00FE6ED2" w:rsidP="002B0236">
    <w:pPr>
      <w:pStyle w:val="Header"/>
    </w:pPr>
    <w:r>
      <w:rPr>
        <w:noProof/>
      </w:rPr>
      <w:drawing>
        <wp:inline distT="0" distB="0" distL="0" distR="0" wp14:anchorId="0B3DF0D5" wp14:editId="4DA46135">
          <wp:extent cx="850900" cy="825500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0B83" w14:textId="347B50AC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FCF2324"/>
    <w:multiLevelType w:val="hybridMultilevel"/>
    <w:tmpl w:val="2720558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40268191">
    <w:abstractNumId w:val="9"/>
  </w:num>
  <w:num w:numId="2" w16cid:durableId="1439763742">
    <w:abstractNumId w:val="14"/>
  </w:num>
  <w:num w:numId="3" w16cid:durableId="1127358342">
    <w:abstractNumId w:val="9"/>
  </w:num>
  <w:num w:numId="4" w16cid:durableId="1651858200">
    <w:abstractNumId w:val="9"/>
  </w:num>
  <w:num w:numId="5" w16cid:durableId="32923424">
    <w:abstractNumId w:val="5"/>
  </w:num>
  <w:num w:numId="6" w16cid:durableId="1354116936">
    <w:abstractNumId w:val="10"/>
  </w:num>
  <w:num w:numId="7" w16cid:durableId="764813890">
    <w:abstractNumId w:val="7"/>
  </w:num>
  <w:num w:numId="8" w16cid:durableId="1559823591">
    <w:abstractNumId w:val="0"/>
  </w:num>
  <w:num w:numId="9" w16cid:durableId="951518703">
    <w:abstractNumId w:val="4"/>
  </w:num>
  <w:num w:numId="10" w16cid:durableId="522206220">
    <w:abstractNumId w:val="11"/>
  </w:num>
  <w:num w:numId="11" w16cid:durableId="72513601">
    <w:abstractNumId w:val="2"/>
  </w:num>
  <w:num w:numId="12" w16cid:durableId="19091483">
    <w:abstractNumId w:val="2"/>
  </w:num>
  <w:num w:numId="13" w16cid:durableId="1350638692">
    <w:abstractNumId w:val="2"/>
  </w:num>
  <w:num w:numId="14" w16cid:durableId="1483035743">
    <w:abstractNumId w:val="2"/>
  </w:num>
  <w:num w:numId="15" w16cid:durableId="67924840">
    <w:abstractNumId w:val="2"/>
  </w:num>
  <w:num w:numId="16" w16cid:durableId="996609637">
    <w:abstractNumId w:val="6"/>
  </w:num>
  <w:num w:numId="17" w16cid:durableId="2086220947">
    <w:abstractNumId w:val="13"/>
  </w:num>
  <w:num w:numId="18" w16cid:durableId="1697467118">
    <w:abstractNumId w:val="3"/>
  </w:num>
  <w:num w:numId="19" w16cid:durableId="279067760">
    <w:abstractNumId w:val="12"/>
  </w:num>
  <w:num w:numId="20" w16cid:durableId="2126804166">
    <w:abstractNumId w:val="8"/>
  </w:num>
  <w:num w:numId="21" w16cid:durableId="1311011905">
    <w:abstractNumId w:val="6"/>
  </w:num>
  <w:num w:numId="22" w16cid:durableId="1129591080">
    <w:abstractNumId w:val="6"/>
  </w:num>
  <w:num w:numId="23" w16cid:durableId="325783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2053842">
    <w:abstractNumId w:val="2"/>
  </w:num>
  <w:num w:numId="25" w16cid:durableId="229849563">
    <w:abstractNumId w:val="2"/>
  </w:num>
  <w:num w:numId="26" w16cid:durableId="41262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47D8D"/>
    <w:rsid w:val="002B0236"/>
    <w:rsid w:val="003071BB"/>
    <w:rsid w:val="00334F0F"/>
    <w:rsid w:val="003D55DD"/>
    <w:rsid w:val="003E1831"/>
    <w:rsid w:val="00424954"/>
    <w:rsid w:val="00446ED5"/>
    <w:rsid w:val="004A1C1D"/>
    <w:rsid w:val="004C1386"/>
    <w:rsid w:val="004C220D"/>
    <w:rsid w:val="004D21D8"/>
    <w:rsid w:val="00521C52"/>
    <w:rsid w:val="00554BA0"/>
    <w:rsid w:val="00590070"/>
    <w:rsid w:val="005D05AC"/>
    <w:rsid w:val="0060782F"/>
    <w:rsid w:val="0062037B"/>
    <w:rsid w:val="00630F7F"/>
    <w:rsid w:val="00636229"/>
    <w:rsid w:val="0064435F"/>
    <w:rsid w:val="006635DE"/>
    <w:rsid w:val="00693ACF"/>
    <w:rsid w:val="006A5265"/>
    <w:rsid w:val="006D470F"/>
    <w:rsid w:val="00727E88"/>
    <w:rsid w:val="00775878"/>
    <w:rsid w:val="0080092C"/>
    <w:rsid w:val="008439A5"/>
    <w:rsid w:val="00872453"/>
    <w:rsid w:val="008E7A45"/>
    <w:rsid w:val="008F13DD"/>
    <w:rsid w:val="008F4DC3"/>
    <w:rsid w:val="008F7D3E"/>
    <w:rsid w:val="00902AA4"/>
    <w:rsid w:val="00906239"/>
    <w:rsid w:val="009D3A29"/>
    <w:rsid w:val="009F3B6C"/>
    <w:rsid w:val="009F5C36"/>
    <w:rsid w:val="00A27F12"/>
    <w:rsid w:val="00A30579"/>
    <w:rsid w:val="00A70975"/>
    <w:rsid w:val="00AA2626"/>
    <w:rsid w:val="00AA76C0"/>
    <w:rsid w:val="00B077EC"/>
    <w:rsid w:val="00B15B24"/>
    <w:rsid w:val="00B21E40"/>
    <w:rsid w:val="00B428DA"/>
    <w:rsid w:val="00B8247E"/>
    <w:rsid w:val="00BC24DA"/>
    <w:rsid w:val="00BD6A68"/>
    <w:rsid w:val="00BE56DF"/>
    <w:rsid w:val="00BE696A"/>
    <w:rsid w:val="00BF45F8"/>
    <w:rsid w:val="00BF5ABF"/>
    <w:rsid w:val="00C265EE"/>
    <w:rsid w:val="00C314D2"/>
    <w:rsid w:val="00C72DEA"/>
    <w:rsid w:val="00CA04AF"/>
    <w:rsid w:val="00D437CD"/>
    <w:rsid w:val="00E10400"/>
    <w:rsid w:val="00E729A7"/>
    <w:rsid w:val="00E93C9B"/>
    <w:rsid w:val="00E95637"/>
    <w:rsid w:val="00EE3F2F"/>
    <w:rsid w:val="00F73F78"/>
    <w:rsid w:val="00FA5842"/>
    <w:rsid w:val="00FA6769"/>
    <w:rsid w:val="00FB6161"/>
    <w:rsid w:val="00FD03CA"/>
    <w:rsid w:val="00FE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E8DB4E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7F60B-9524-4653-83F1-7628F2D08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D89F48-356D-44BA-B974-64B9B27BAF65}">
  <ds:schemaRefs>
    <ds:schemaRef ds:uri="http://purl.org/dc/dcmitype/"/>
    <ds:schemaRef ds:uri="http://purl.org/dc/elements/1.1/"/>
    <ds:schemaRef ds:uri="c4f15f2a-0e00-4cd9-aa2e-c7f3d494fcc8"/>
    <ds:schemaRef ds:uri="http://schemas.microsoft.com/office/infopath/2007/PartnerControls"/>
    <ds:schemaRef ds:uri="http://purl.org/dc/terms/"/>
    <ds:schemaRef ds:uri="d28ec9c1-bfc1-409f-9a28-72abbcb0f7a8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9BBE8BE6-B99E-4C30-A3AC-50BF97E2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F7506-A591-478D-81F8-05A26CD0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200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2025-06-23T13:05:00Z</dcterms:created>
  <dcterms:modified xsi:type="dcterms:W3CDTF">2025-06-23T13:06:00Z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